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04C" w:rsidRDefault="0034704C" w:rsidP="00570ED1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34704C" w:rsidRDefault="0034704C" w:rsidP="00570ED1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Шарыпово от </w:t>
      </w:r>
      <w:r w:rsidRPr="00BE1FF0">
        <w:rPr>
          <w:rFonts w:ascii="Times New Roman" w:hAnsi="Times New Roman" w:cs="Times New Roman"/>
          <w:sz w:val="28"/>
          <w:szCs w:val="28"/>
          <w:u w:val="single"/>
        </w:rPr>
        <w:t>11.11.2013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E1FF0">
        <w:rPr>
          <w:rFonts w:ascii="Times New Roman" w:hAnsi="Times New Roman" w:cs="Times New Roman"/>
          <w:sz w:val="28"/>
          <w:szCs w:val="28"/>
          <w:u w:val="single"/>
        </w:rPr>
        <w:t>274</w:t>
      </w:r>
    </w:p>
    <w:p w:rsidR="0034704C" w:rsidRDefault="0034704C" w:rsidP="00570ED1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</w:p>
    <w:p w:rsidR="0034704C" w:rsidRPr="00EC3426" w:rsidRDefault="0034704C" w:rsidP="00570ED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3426">
        <w:rPr>
          <w:rFonts w:ascii="Times New Roman" w:hAnsi="Times New Roman" w:cs="Times New Roman"/>
          <w:b/>
          <w:bCs/>
          <w:sz w:val="28"/>
          <w:szCs w:val="28"/>
        </w:rPr>
        <w:t xml:space="preserve">«Молодежь города Шарыпово в </w:t>
      </w:r>
      <w:r w:rsidRPr="00EC3426">
        <w:rPr>
          <w:rFonts w:ascii="Times New Roman" w:hAnsi="Times New Roman" w:cs="Times New Roman"/>
          <w:b/>
          <w:bCs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веке на 2014-2016 годы</w:t>
      </w:r>
      <w:r w:rsidRPr="00EC342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4704C" w:rsidRPr="00EC3426" w:rsidRDefault="0034704C" w:rsidP="00570ED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704C" w:rsidRDefault="0034704C" w:rsidP="00570E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34704C" w:rsidRDefault="0034704C" w:rsidP="00570E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C3426">
        <w:rPr>
          <w:rFonts w:ascii="Times New Roman" w:hAnsi="Times New Roman" w:cs="Times New Roman"/>
          <w:sz w:val="28"/>
          <w:szCs w:val="28"/>
        </w:rPr>
        <w:t xml:space="preserve">«Молодежь города Шарыпово в </w:t>
      </w:r>
      <w:r w:rsidRPr="00EC3426"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веке</w:t>
      </w:r>
      <w:r w:rsidRPr="00EC3426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9"/>
        <w:gridCol w:w="6633"/>
      </w:tblGrid>
      <w:tr w:rsidR="0034704C" w:rsidRPr="007778CD">
        <w:tc>
          <w:tcPr>
            <w:tcW w:w="2939" w:type="dxa"/>
          </w:tcPr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633" w:type="dxa"/>
          </w:tcPr>
          <w:p w:rsidR="0034704C" w:rsidRPr="007778CD" w:rsidRDefault="0034704C" w:rsidP="000D10F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 xml:space="preserve">Молодежь города Шарыпово в </w:t>
            </w:r>
            <w:r w:rsidRPr="007778C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XXI</w:t>
            </w: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 xml:space="preserve"> веке на 2014-2016 годы (далее - Программа)</w:t>
            </w:r>
          </w:p>
        </w:tc>
      </w:tr>
      <w:tr w:rsidR="0034704C" w:rsidRPr="007778CD">
        <w:tc>
          <w:tcPr>
            <w:tcW w:w="2939" w:type="dxa"/>
          </w:tcPr>
          <w:p w:rsidR="0034704C" w:rsidRPr="007778CD" w:rsidRDefault="0034704C" w:rsidP="00570E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6633" w:type="dxa"/>
          </w:tcPr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Постановление Администрации города Шарыпово от 30.07.2013 года № 171 «О порядке принятия решений о разработке муниципал</w:t>
            </w:r>
            <w:bookmarkStart w:id="0" w:name="_GoBack"/>
            <w:bookmarkEnd w:id="0"/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ьных программ муниципального образования города Шарыпово Красноярского края, их формирования и реализации».</w:t>
            </w:r>
          </w:p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Распоряжение Администрации города Шарыпово от 30.07.2013 г. № 1664 «Об утверждении перечня муниципальных программ»</w:t>
            </w:r>
          </w:p>
        </w:tc>
      </w:tr>
      <w:tr w:rsidR="0034704C" w:rsidRPr="007778CD">
        <w:tc>
          <w:tcPr>
            <w:tcW w:w="2939" w:type="dxa"/>
          </w:tcPr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6633" w:type="dxa"/>
          </w:tcPr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Отдел спорта, туризма и молодежной политики Администрации города Шарыпово</w:t>
            </w:r>
          </w:p>
        </w:tc>
      </w:tr>
      <w:tr w:rsidR="0034704C" w:rsidRPr="007778CD">
        <w:tc>
          <w:tcPr>
            <w:tcW w:w="2939" w:type="dxa"/>
          </w:tcPr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6633" w:type="dxa"/>
          </w:tcPr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 xml:space="preserve">Комитет по управлению муниципальным имуществом и земельными отношениями Администрации города Шарыпово </w:t>
            </w:r>
          </w:p>
        </w:tc>
      </w:tr>
      <w:tr w:rsidR="0034704C" w:rsidRPr="007778CD">
        <w:tc>
          <w:tcPr>
            <w:tcW w:w="2939" w:type="dxa"/>
          </w:tcPr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Подпрограмм </w:t>
            </w:r>
          </w:p>
        </w:tc>
        <w:tc>
          <w:tcPr>
            <w:tcW w:w="6633" w:type="dxa"/>
          </w:tcPr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Подпрограмма 1 «Вовлечение молодежи в социальную практику» на 2014-2016 годы;</w:t>
            </w:r>
          </w:p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Подпрограмма 2 «Патриотическое воспитание молодежи города Шарыпово» на 2014-02016 годы;</w:t>
            </w:r>
          </w:p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Подпрограмма 3 «Обеспечение жильем молодых семей в городе Шарыпово» на 2014-2016 годы.</w:t>
            </w:r>
          </w:p>
        </w:tc>
      </w:tr>
      <w:tr w:rsidR="0034704C" w:rsidRPr="007778CD">
        <w:tc>
          <w:tcPr>
            <w:tcW w:w="2939" w:type="dxa"/>
          </w:tcPr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633" w:type="dxa"/>
          </w:tcPr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развития и реализации потенциала молодежи в интересах муниципального образования города Шарыпово.</w:t>
            </w:r>
          </w:p>
        </w:tc>
      </w:tr>
      <w:tr w:rsidR="0034704C" w:rsidRPr="007778CD">
        <w:tc>
          <w:tcPr>
            <w:tcW w:w="2939" w:type="dxa"/>
          </w:tcPr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633" w:type="dxa"/>
          </w:tcPr>
          <w:p w:rsidR="0034704C" w:rsidRPr="007778CD" w:rsidRDefault="0034704C" w:rsidP="000D10F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Создание условий социализации и эффективной самореализации молодежи муниципального образования города Шарыпово;</w:t>
            </w:r>
          </w:p>
          <w:p w:rsidR="0034704C" w:rsidRPr="007778CD" w:rsidRDefault="0034704C" w:rsidP="000D10F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дальнейшего развития и совершенствования системы патриотического воспитания;</w:t>
            </w:r>
          </w:p>
          <w:p w:rsidR="0034704C" w:rsidRPr="007778CD" w:rsidRDefault="0034704C" w:rsidP="000D10F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в решении жилищной проблемы молодых семей, признанных в установленном порядке, нуждающимися в улучшении жилищных условий.</w:t>
            </w:r>
          </w:p>
        </w:tc>
      </w:tr>
      <w:tr w:rsidR="0034704C" w:rsidRPr="007778CD">
        <w:tc>
          <w:tcPr>
            <w:tcW w:w="2939" w:type="dxa"/>
          </w:tcPr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 Программы</w:t>
            </w:r>
          </w:p>
        </w:tc>
        <w:tc>
          <w:tcPr>
            <w:tcW w:w="6633" w:type="dxa"/>
          </w:tcPr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2014-2016 годы</w:t>
            </w:r>
          </w:p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 xml:space="preserve">2014 – </w:t>
            </w:r>
            <w:r w:rsidRPr="007778C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 xml:space="preserve"> этап;</w:t>
            </w:r>
          </w:p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 xml:space="preserve">2015 – </w:t>
            </w:r>
            <w:r w:rsidRPr="007778C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 xml:space="preserve"> этап;</w:t>
            </w:r>
          </w:p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 xml:space="preserve">2016 – </w:t>
            </w:r>
            <w:r w:rsidRPr="007778C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 xml:space="preserve"> этап.</w:t>
            </w:r>
          </w:p>
        </w:tc>
      </w:tr>
      <w:tr w:rsidR="0034704C" w:rsidRPr="007778CD">
        <w:tc>
          <w:tcPr>
            <w:tcW w:w="2939" w:type="dxa"/>
          </w:tcPr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Целевые показатели и показатели результативности Программы</w:t>
            </w:r>
          </w:p>
        </w:tc>
        <w:tc>
          <w:tcPr>
            <w:tcW w:w="6633" w:type="dxa"/>
          </w:tcPr>
          <w:p w:rsidR="0034704C" w:rsidRPr="007778CD" w:rsidRDefault="0034704C" w:rsidP="000D10F7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778CD">
              <w:rPr>
                <w:rFonts w:ascii="Times New Roman CYR" w:hAnsi="Times New Roman CYR" w:cs="Times New Roman CYR"/>
                <w:sz w:val="26"/>
                <w:szCs w:val="26"/>
              </w:rPr>
              <w:t>Количество поддержанных социально-экономических проектов, реализуемых молодежью города;</w:t>
            </w:r>
          </w:p>
          <w:p w:rsidR="0034704C" w:rsidRPr="007778CD" w:rsidRDefault="0034704C" w:rsidP="000D10F7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778CD">
              <w:rPr>
                <w:rFonts w:ascii="Times New Roman CYR" w:hAnsi="Times New Roman CYR" w:cs="Times New Roman CYR"/>
                <w:sz w:val="26"/>
                <w:szCs w:val="26"/>
              </w:rPr>
              <w:t>Удельный вес молодых граждан, вовлеченных в реализацию  социально-экономических проектов;</w:t>
            </w:r>
          </w:p>
          <w:p w:rsidR="0034704C" w:rsidRPr="007778CD" w:rsidRDefault="0034704C" w:rsidP="000D10F7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778CD">
              <w:rPr>
                <w:rFonts w:ascii="Times New Roman CYR" w:hAnsi="Times New Roman CYR" w:cs="Times New Roman CYR"/>
                <w:sz w:val="26"/>
                <w:szCs w:val="26"/>
              </w:rPr>
              <w:t>Удельный вес благополучателей – граждан, получающих безвозмездные услуги от участников молодежных  социально-экономических проектов;</w:t>
            </w:r>
          </w:p>
          <w:p w:rsidR="0034704C" w:rsidRPr="007778CD" w:rsidRDefault="0034704C" w:rsidP="000D10F7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778CD">
              <w:rPr>
                <w:rFonts w:ascii="Times New Roman CYR" w:hAnsi="Times New Roman CYR" w:cs="Times New Roman CYR"/>
                <w:sz w:val="26"/>
                <w:szCs w:val="26"/>
              </w:rPr>
              <w:t>Доля молодых семей, улучшивших жилищные условия за счет полученных социальных выплат, к общему количеству молодых семей, состоящих на учете нуждающихся в улучшении жилищных условий.</w:t>
            </w:r>
          </w:p>
          <w:p w:rsidR="0034704C" w:rsidRPr="007778CD" w:rsidRDefault="0034704C" w:rsidP="000D10F7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Паспорту Программы</w:t>
            </w:r>
            <w:r w:rsidRPr="007778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значения целевых показателей на долгосрочный период </w:t>
            </w: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представлены в приложении № 2 к Паспорту Программы.</w:t>
            </w:r>
          </w:p>
        </w:tc>
      </w:tr>
      <w:tr w:rsidR="0034704C" w:rsidRPr="007778CD">
        <w:tc>
          <w:tcPr>
            <w:tcW w:w="2939" w:type="dxa"/>
          </w:tcPr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 xml:space="preserve">Ресурсное обеспечение Программы </w:t>
            </w:r>
          </w:p>
        </w:tc>
        <w:tc>
          <w:tcPr>
            <w:tcW w:w="6633" w:type="dxa"/>
          </w:tcPr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на реализацию Программы всего составил: 19 320, 46 тыс. рублей, в том числе:</w:t>
            </w:r>
          </w:p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бюджет города – 14 611, 36 тыс. рублей;</w:t>
            </w:r>
          </w:p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краевой бюджет – 2 309, 10 тыс. рублей;</w:t>
            </w:r>
          </w:p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 xml:space="preserve">внебюджетные источники – 2 400, 00 тыс. рублей.           </w:t>
            </w:r>
          </w:p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по годам:</w:t>
            </w:r>
          </w:p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2014 год – 6 363, 27 тыс. рублей, в том числе:</w:t>
            </w:r>
          </w:p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местный бюджет – 4 793, 57 тыс. рублей;</w:t>
            </w:r>
          </w:p>
          <w:p w:rsidR="0034704C" w:rsidRPr="007778CD" w:rsidRDefault="0034704C" w:rsidP="002C4E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краевой бюджет – 769, 70 тыс. рублей;</w:t>
            </w:r>
          </w:p>
          <w:p w:rsidR="0034704C" w:rsidRPr="007778CD" w:rsidRDefault="0034704C" w:rsidP="002C4E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– 800, 00 тыс. рублей;</w:t>
            </w:r>
          </w:p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 xml:space="preserve">2015 год – 6 478, 59 тыс. рублей; </w:t>
            </w:r>
          </w:p>
          <w:p w:rsidR="0034704C" w:rsidRPr="007778CD" w:rsidRDefault="0034704C" w:rsidP="002C4E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местный бюджет – 4 908, 89 тыс. рублей;</w:t>
            </w:r>
          </w:p>
          <w:p w:rsidR="0034704C" w:rsidRPr="007778CD" w:rsidRDefault="0034704C" w:rsidP="002C4E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краевой бюджет – 769, 70 тыс. рублей;</w:t>
            </w:r>
          </w:p>
          <w:p w:rsidR="0034704C" w:rsidRPr="007778CD" w:rsidRDefault="0034704C" w:rsidP="002C4E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– 800, 00 тыс. рублей;</w:t>
            </w:r>
          </w:p>
          <w:p w:rsidR="0034704C" w:rsidRPr="007778CD" w:rsidRDefault="0034704C" w:rsidP="00994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 xml:space="preserve">2016 год – 6 478, 59 тыс. рублей; </w:t>
            </w:r>
          </w:p>
          <w:p w:rsidR="0034704C" w:rsidRPr="007778CD" w:rsidRDefault="0034704C" w:rsidP="00994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местный бюджет – 4 908, 89 тыс. рублей;</w:t>
            </w:r>
          </w:p>
          <w:p w:rsidR="0034704C" w:rsidRPr="007778CD" w:rsidRDefault="0034704C" w:rsidP="00994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краевой бюджет – 769, 70 тыс. рублей;</w:t>
            </w:r>
          </w:p>
          <w:p w:rsidR="0034704C" w:rsidRPr="007778CD" w:rsidRDefault="0034704C" w:rsidP="00994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78CD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 – 800, 00 тыс. рублей;</w:t>
            </w:r>
          </w:p>
          <w:p w:rsidR="0034704C" w:rsidRPr="007778CD" w:rsidRDefault="0034704C" w:rsidP="000D10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4704C" w:rsidRDefault="0034704C" w:rsidP="0095687C">
      <w:pPr>
        <w:spacing w:after="0"/>
        <w:rPr>
          <w:rFonts w:ascii="Times New Roman" w:hAnsi="Times New Roman" w:cs="Times New Roman"/>
        </w:rPr>
      </w:pPr>
    </w:p>
    <w:p w:rsidR="0034704C" w:rsidRDefault="0034704C" w:rsidP="0095687C">
      <w:pPr>
        <w:spacing w:after="0"/>
        <w:rPr>
          <w:rFonts w:ascii="Times New Roman" w:hAnsi="Times New Roman" w:cs="Times New Roman"/>
        </w:rPr>
      </w:pPr>
    </w:p>
    <w:p w:rsidR="0034704C" w:rsidRDefault="0034704C" w:rsidP="0095687C">
      <w:pPr>
        <w:spacing w:after="0"/>
        <w:rPr>
          <w:rFonts w:ascii="Times New Roman" w:hAnsi="Times New Roman" w:cs="Times New Roman"/>
        </w:rPr>
      </w:pPr>
    </w:p>
    <w:p w:rsidR="0034704C" w:rsidRDefault="0034704C" w:rsidP="0095687C">
      <w:pPr>
        <w:spacing w:after="0"/>
        <w:rPr>
          <w:rFonts w:ascii="Times New Roman" w:hAnsi="Times New Roman" w:cs="Times New Roman"/>
        </w:rPr>
      </w:pPr>
    </w:p>
    <w:p w:rsidR="0034704C" w:rsidRDefault="0034704C" w:rsidP="0095687C">
      <w:pPr>
        <w:spacing w:after="0"/>
        <w:rPr>
          <w:rFonts w:ascii="Times New Roman" w:hAnsi="Times New Roman" w:cs="Times New Roman"/>
        </w:rPr>
      </w:pPr>
    </w:p>
    <w:p w:rsidR="0034704C" w:rsidRPr="00D15BBF" w:rsidRDefault="0034704C" w:rsidP="00CB7BE8">
      <w:pPr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</w:p>
    <w:p w:rsidR="0034704C" w:rsidRPr="00D15BBF" w:rsidRDefault="0034704C" w:rsidP="00CB7BE8">
      <w:pPr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</w:p>
    <w:p w:rsidR="0034704C" w:rsidRDefault="0034704C" w:rsidP="00CB7BE8">
      <w:pPr>
        <w:spacing w:after="0" w:line="240" w:lineRule="auto"/>
        <w:ind w:firstLine="880"/>
        <w:jc w:val="center"/>
        <w:rPr>
          <w:rFonts w:ascii="Times New Roman" w:hAnsi="Times New Roman" w:cs="Times New Roman"/>
        </w:rPr>
      </w:pPr>
    </w:p>
    <w:sectPr w:rsidR="0034704C" w:rsidSect="000321E9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04C" w:rsidRDefault="0034704C" w:rsidP="00570ED1">
      <w:pPr>
        <w:spacing w:after="0" w:line="240" w:lineRule="auto"/>
      </w:pPr>
      <w:r>
        <w:separator/>
      </w:r>
    </w:p>
  </w:endnote>
  <w:endnote w:type="continuationSeparator" w:id="1">
    <w:p w:rsidR="0034704C" w:rsidRDefault="0034704C" w:rsidP="0057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04C" w:rsidRDefault="0034704C" w:rsidP="00570ED1">
      <w:pPr>
        <w:spacing w:after="0" w:line="240" w:lineRule="auto"/>
      </w:pPr>
      <w:r>
        <w:separator/>
      </w:r>
    </w:p>
  </w:footnote>
  <w:footnote w:type="continuationSeparator" w:id="1">
    <w:p w:rsidR="0034704C" w:rsidRDefault="0034704C" w:rsidP="00570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687C"/>
    <w:rsid w:val="000321E9"/>
    <w:rsid w:val="00036066"/>
    <w:rsid w:val="00071BD7"/>
    <w:rsid w:val="000971D5"/>
    <w:rsid w:val="000D10F7"/>
    <w:rsid w:val="0019747C"/>
    <w:rsid w:val="001C3A7A"/>
    <w:rsid w:val="002C4E8C"/>
    <w:rsid w:val="002F0B55"/>
    <w:rsid w:val="0034704C"/>
    <w:rsid w:val="00363D5C"/>
    <w:rsid w:val="003A4840"/>
    <w:rsid w:val="003B6AD7"/>
    <w:rsid w:val="003E31EC"/>
    <w:rsid w:val="0043202A"/>
    <w:rsid w:val="00447CA6"/>
    <w:rsid w:val="004A5970"/>
    <w:rsid w:val="00501EB3"/>
    <w:rsid w:val="00570ED1"/>
    <w:rsid w:val="005732AD"/>
    <w:rsid w:val="00581E27"/>
    <w:rsid w:val="00586000"/>
    <w:rsid w:val="006257DE"/>
    <w:rsid w:val="0065480F"/>
    <w:rsid w:val="006552DA"/>
    <w:rsid w:val="00666E2D"/>
    <w:rsid w:val="006D10D2"/>
    <w:rsid w:val="006E0CDF"/>
    <w:rsid w:val="006E59E2"/>
    <w:rsid w:val="00732057"/>
    <w:rsid w:val="007778CD"/>
    <w:rsid w:val="007C07FD"/>
    <w:rsid w:val="008E20BA"/>
    <w:rsid w:val="00920E8C"/>
    <w:rsid w:val="00951AF2"/>
    <w:rsid w:val="0095687C"/>
    <w:rsid w:val="00962990"/>
    <w:rsid w:val="009834A8"/>
    <w:rsid w:val="009949FC"/>
    <w:rsid w:val="00A11263"/>
    <w:rsid w:val="00AD33A1"/>
    <w:rsid w:val="00B45F57"/>
    <w:rsid w:val="00BE1FF0"/>
    <w:rsid w:val="00CB7BE8"/>
    <w:rsid w:val="00D15BBF"/>
    <w:rsid w:val="00D34A0B"/>
    <w:rsid w:val="00E13E96"/>
    <w:rsid w:val="00E51630"/>
    <w:rsid w:val="00E60427"/>
    <w:rsid w:val="00EB3C9E"/>
    <w:rsid w:val="00EC3426"/>
    <w:rsid w:val="00ED55A7"/>
    <w:rsid w:val="00EF016F"/>
    <w:rsid w:val="00EF21BB"/>
    <w:rsid w:val="00F26EA1"/>
    <w:rsid w:val="00F41ED1"/>
    <w:rsid w:val="00FA2A16"/>
    <w:rsid w:val="00FA56A3"/>
    <w:rsid w:val="00FC3596"/>
    <w:rsid w:val="00FE7AB4"/>
    <w:rsid w:val="00FF3632"/>
    <w:rsid w:val="00FF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6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B7BE8"/>
    <w:rPr>
      <w:color w:val="0000FF"/>
      <w:u w:val="single"/>
    </w:rPr>
  </w:style>
  <w:style w:type="paragraph" w:customStyle="1" w:styleId="ConsPlusNormal">
    <w:name w:val="ConsPlusNormal"/>
    <w:uiPriority w:val="99"/>
    <w:rsid w:val="00CB7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CB7BE8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34A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7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70ED1"/>
  </w:style>
  <w:style w:type="paragraph" w:styleId="Footer">
    <w:name w:val="footer"/>
    <w:basedOn w:val="Normal"/>
    <w:link w:val="FooterChar"/>
    <w:uiPriority w:val="99"/>
    <w:rsid w:val="0057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70E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75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2</Pages>
  <Words>512</Words>
  <Characters>2922</Characters>
  <Application>Microsoft Office Outlook</Application>
  <DocSecurity>0</DocSecurity>
  <Lines>0</Lines>
  <Paragraphs>0</Paragraphs>
  <ScaleCrop>false</ScaleCrop>
  <Company>Финуправление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Финуправление</cp:lastModifiedBy>
  <cp:revision>9</cp:revision>
  <cp:lastPrinted>2013-11-11T02:43:00Z</cp:lastPrinted>
  <dcterms:created xsi:type="dcterms:W3CDTF">2013-11-11T02:56:00Z</dcterms:created>
  <dcterms:modified xsi:type="dcterms:W3CDTF">2013-11-14T02:23:00Z</dcterms:modified>
</cp:coreProperties>
</file>